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5BCA3" w14:textId="1A79935C" w:rsidR="009F18CB" w:rsidRPr="009F18CB" w:rsidRDefault="009F18CB" w:rsidP="009F18CB">
      <w:pPr>
        <w:jc w:val="center"/>
        <w:rPr>
          <w:b/>
          <w:bCs/>
          <w:sz w:val="24"/>
          <w:szCs w:val="28"/>
          <w:u w:val="single"/>
        </w:rPr>
      </w:pPr>
      <w:r w:rsidRPr="009F18CB">
        <w:rPr>
          <w:b/>
          <w:bCs/>
          <w:sz w:val="24"/>
          <w:szCs w:val="28"/>
          <w:u w:val="single"/>
        </w:rPr>
        <w:t xml:space="preserve">Příloha č. 5 </w:t>
      </w:r>
      <w:r w:rsidRPr="009F18CB">
        <w:rPr>
          <w:b/>
          <w:bCs/>
          <w:sz w:val="24"/>
          <w:szCs w:val="28"/>
          <w:u w:val="single"/>
        </w:rPr>
        <w:t xml:space="preserve">SOD – Seznam oprávněných zástupců </w:t>
      </w:r>
      <w:r w:rsidRPr="009F18CB">
        <w:rPr>
          <w:b/>
          <w:bCs/>
          <w:sz w:val="24"/>
          <w:szCs w:val="28"/>
          <w:u w:val="single"/>
        </w:rPr>
        <w:t>Objednatele a Zhotovitele</w:t>
      </w:r>
    </w:p>
    <w:p w14:paraId="3642619A" w14:textId="77777777" w:rsidR="009F18CB" w:rsidRDefault="009F18CB" w:rsidP="009F18CB">
      <w:pPr>
        <w:jc w:val="center"/>
        <w:rPr>
          <w:b/>
          <w:bCs/>
          <w:sz w:val="28"/>
          <w:szCs w:val="28"/>
        </w:rPr>
      </w:pP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2412"/>
        <w:gridCol w:w="2265"/>
        <w:gridCol w:w="2266"/>
        <w:gridCol w:w="2266"/>
      </w:tblGrid>
      <w:tr w:rsidR="009F18CB" w14:paraId="46945907" w14:textId="77777777" w:rsidTr="005B652B">
        <w:tc>
          <w:tcPr>
            <w:tcW w:w="9209" w:type="dxa"/>
            <w:gridSpan w:val="4"/>
          </w:tcPr>
          <w:p w14:paraId="2BA7271D" w14:textId="77777777" w:rsidR="009F18CB" w:rsidRPr="009F18CB" w:rsidRDefault="009F18CB" w:rsidP="005B652B">
            <w:pPr>
              <w:jc w:val="center"/>
              <w:rPr>
                <w:b/>
                <w:bCs/>
                <w:sz w:val="20"/>
              </w:rPr>
            </w:pPr>
            <w:r w:rsidRPr="009F18CB">
              <w:rPr>
                <w:b/>
                <w:bCs/>
                <w:sz w:val="20"/>
              </w:rPr>
              <w:t>Seznam oprávněných zástupců Objednatele a Zhotovitele</w:t>
            </w:r>
          </w:p>
        </w:tc>
      </w:tr>
      <w:tr w:rsidR="009F18CB" w14:paraId="56DBE2B7" w14:textId="77777777" w:rsidTr="005B652B">
        <w:tc>
          <w:tcPr>
            <w:tcW w:w="4677" w:type="dxa"/>
            <w:gridSpan w:val="2"/>
          </w:tcPr>
          <w:p w14:paraId="4428450C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Objednatel</w:t>
            </w:r>
          </w:p>
        </w:tc>
        <w:tc>
          <w:tcPr>
            <w:tcW w:w="4532" w:type="dxa"/>
            <w:gridSpan w:val="2"/>
          </w:tcPr>
          <w:p w14:paraId="57EDBF97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Zhotovitel</w:t>
            </w:r>
          </w:p>
        </w:tc>
      </w:tr>
      <w:tr w:rsidR="009F18CB" w14:paraId="11766D87" w14:textId="77777777" w:rsidTr="005B652B">
        <w:tc>
          <w:tcPr>
            <w:tcW w:w="2412" w:type="dxa"/>
          </w:tcPr>
          <w:p w14:paraId="4C955EAC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Titul, jméno, příjmení</w:t>
            </w:r>
          </w:p>
        </w:tc>
        <w:tc>
          <w:tcPr>
            <w:tcW w:w="2265" w:type="dxa"/>
          </w:tcPr>
          <w:p w14:paraId="195DBE4F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funkce</w:t>
            </w:r>
          </w:p>
        </w:tc>
        <w:tc>
          <w:tcPr>
            <w:tcW w:w="2266" w:type="dxa"/>
          </w:tcPr>
          <w:p w14:paraId="3C5A9DAA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Titul, jméno příjmení</w:t>
            </w:r>
          </w:p>
        </w:tc>
        <w:tc>
          <w:tcPr>
            <w:tcW w:w="2266" w:type="dxa"/>
          </w:tcPr>
          <w:p w14:paraId="7B5F48BD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r w:rsidRPr="009F18CB">
              <w:rPr>
                <w:sz w:val="20"/>
              </w:rPr>
              <w:t>funkce</w:t>
            </w:r>
          </w:p>
        </w:tc>
      </w:tr>
      <w:tr w:rsidR="009F18CB" w14:paraId="590251A0" w14:textId="77777777" w:rsidTr="005B652B">
        <w:tc>
          <w:tcPr>
            <w:tcW w:w="2412" w:type="dxa"/>
          </w:tcPr>
          <w:p w14:paraId="0754990E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5" w:type="dxa"/>
          </w:tcPr>
          <w:p w14:paraId="53806CBA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00D7EFB8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771418A4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</w:tr>
      <w:tr w:rsidR="009F18CB" w14:paraId="50A0A601" w14:textId="77777777" w:rsidTr="005B652B">
        <w:tc>
          <w:tcPr>
            <w:tcW w:w="2412" w:type="dxa"/>
          </w:tcPr>
          <w:p w14:paraId="49024ADB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5" w:type="dxa"/>
          </w:tcPr>
          <w:p w14:paraId="77FE8454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7A27835F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58E7D343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</w:tr>
      <w:tr w:rsidR="009F18CB" w14:paraId="6E782718" w14:textId="77777777" w:rsidTr="005B652B">
        <w:tc>
          <w:tcPr>
            <w:tcW w:w="2412" w:type="dxa"/>
          </w:tcPr>
          <w:p w14:paraId="3E0D4716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5" w:type="dxa"/>
          </w:tcPr>
          <w:p w14:paraId="1E6CDEDA" w14:textId="77777777" w:rsidR="009F18CB" w:rsidRPr="009F18CB" w:rsidRDefault="009F18CB" w:rsidP="005B652B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266" w:type="dxa"/>
          </w:tcPr>
          <w:p w14:paraId="51AE0C17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1D129F5B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</w:tr>
      <w:tr w:rsidR="009F18CB" w14:paraId="2D0992D9" w14:textId="77777777" w:rsidTr="005B652B">
        <w:tc>
          <w:tcPr>
            <w:tcW w:w="2412" w:type="dxa"/>
          </w:tcPr>
          <w:p w14:paraId="1280B709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5" w:type="dxa"/>
          </w:tcPr>
          <w:p w14:paraId="6EFA9CB9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1F5B57DA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0E45F661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</w:tr>
      <w:tr w:rsidR="009F18CB" w14:paraId="0A4F2366" w14:textId="77777777" w:rsidTr="005B652B">
        <w:tc>
          <w:tcPr>
            <w:tcW w:w="2412" w:type="dxa"/>
          </w:tcPr>
          <w:p w14:paraId="63535DBB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5" w:type="dxa"/>
          </w:tcPr>
          <w:p w14:paraId="103FB30B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76C453E2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14:paraId="64D2E95B" w14:textId="77777777" w:rsidR="009F18CB" w:rsidRPr="009F18CB" w:rsidRDefault="009F18CB" w:rsidP="005B652B">
            <w:pPr>
              <w:jc w:val="center"/>
              <w:rPr>
                <w:sz w:val="20"/>
              </w:rPr>
            </w:pPr>
          </w:p>
        </w:tc>
      </w:tr>
    </w:tbl>
    <w:p w14:paraId="190DC3A5" w14:textId="77777777" w:rsidR="009F18CB" w:rsidRPr="002D4233" w:rsidRDefault="009F18CB" w:rsidP="009F18CB">
      <w:pPr>
        <w:jc w:val="center"/>
        <w:rPr>
          <w:b/>
          <w:bCs/>
          <w:sz w:val="28"/>
          <w:szCs w:val="28"/>
        </w:rPr>
      </w:pPr>
    </w:p>
    <w:p w14:paraId="5A69D6CA" w14:textId="79C357CB" w:rsidR="00BD3633" w:rsidRPr="009F18CB" w:rsidRDefault="00BD3633" w:rsidP="009F18CB"/>
    <w:sectPr w:rsidR="00BD3633" w:rsidRPr="009F18CB" w:rsidSect="008B5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5C3F4" w16cid:durableId="2C7F78AE"/>
  <w16cid:commentId w16cid:paraId="5A7B491F" w16cid:durableId="2C7F78AF"/>
  <w16cid:commentId w16cid:paraId="46B1102A" w16cid:durableId="2C7F78B0"/>
  <w16cid:commentId w16cid:paraId="11C5F64D" w16cid:durableId="2C7F7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F6839" w14:textId="77777777" w:rsidR="00096311" w:rsidRDefault="00096311">
      <w:pPr>
        <w:spacing w:line="240" w:lineRule="auto"/>
      </w:pPr>
      <w:r>
        <w:separator/>
      </w:r>
    </w:p>
  </w:endnote>
  <w:endnote w:type="continuationSeparator" w:id="0">
    <w:p w14:paraId="2BB903CE" w14:textId="77777777" w:rsidR="00096311" w:rsidRDefault="00096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A23" w14:textId="77777777" w:rsidR="00BD3633" w:rsidRDefault="00BD36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31E07" w14:textId="77777777" w:rsidR="00BD3633" w:rsidRDefault="0065312B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75C1D7" wp14:editId="4D9A5BFA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E9A02" w14:textId="77777777" w:rsidR="00BD3633" w:rsidRDefault="0065312B">
                          <w:pPr>
                            <w:pStyle w:val="textzapati"/>
                          </w:pPr>
                          <w:r>
                            <w:t>IČO: 25488627</w:t>
                          </w:r>
                        </w:p>
                        <w:p w14:paraId="4027023D" w14:textId="77777777" w:rsidR="00BD3633" w:rsidRDefault="0065312B">
                          <w:pPr>
                            <w:pStyle w:val="textzapati"/>
                          </w:pPr>
                          <w:r>
                            <w:t>DIČ: CZ25488627</w:t>
                          </w:r>
                        </w:p>
                        <w:p w14:paraId="338DAAE3" w14:textId="77777777" w:rsidR="00BD3633" w:rsidRDefault="0065312B">
                          <w:pPr>
                            <w:pStyle w:val="textzapati"/>
                          </w:pPr>
                          <w:r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5C1D7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9BE9A02" w14:textId="77777777" w:rsidR="00BD3633" w:rsidRDefault="0065312B">
                    <w:pPr>
                      <w:pStyle w:val="textzapati"/>
                    </w:pPr>
                    <w:r>
                      <w:t>IČO: 25488627</w:t>
                    </w:r>
                  </w:p>
                  <w:p w14:paraId="4027023D" w14:textId="77777777" w:rsidR="00BD3633" w:rsidRDefault="0065312B">
                    <w:pPr>
                      <w:pStyle w:val="textzapati"/>
                    </w:pPr>
                    <w:r>
                      <w:t>DIČ: CZ25488627</w:t>
                    </w:r>
                  </w:p>
                  <w:p w14:paraId="338DAAE3" w14:textId="77777777" w:rsidR="00BD3633" w:rsidRDefault="0065312B">
                    <w:pPr>
                      <w:pStyle w:val="textzapati"/>
                    </w:pPr>
                    <w:r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C75DDD" wp14:editId="3C68AB2C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7B8031" wp14:editId="1AF19D0A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FA202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a.s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. </w:t>
                          </w:r>
                        </w:p>
                        <w:p w14:paraId="7687001D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341C4D20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7B8031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CFA202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Krajská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zdravotní</w:t>
                    </w:r>
                    <w:proofErr w:type="spellEnd"/>
                    <w:r>
                      <w:rPr>
                        <w:szCs w:val="16"/>
                      </w:rPr>
                      <w:t xml:space="preserve">, </w:t>
                    </w:r>
                    <w:proofErr w:type="spellStart"/>
                    <w:r>
                      <w:rPr>
                        <w:szCs w:val="16"/>
                      </w:rPr>
                      <w:t>a.s</w:t>
                    </w:r>
                    <w:proofErr w:type="spellEnd"/>
                    <w:r>
                      <w:rPr>
                        <w:szCs w:val="16"/>
                      </w:rPr>
                      <w:t xml:space="preserve">. </w:t>
                    </w:r>
                  </w:p>
                  <w:p w14:paraId="7687001D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341C4D20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2235D1" wp14:editId="35775A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FAA537" w14:textId="77777777" w:rsidR="00BD3633" w:rsidRDefault="0065312B">
                          <w:pPr>
                            <w:pStyle w:val="textzapati"/>
                          </w:pPr>
                          <w:r>
                            <w:t>+420 477 111 111</w:t>
                          </w:r>
                        </w:p>
                        <w:p w14:paraId="00A10FDE" w14:textId="77777777" w:rsidR="00BD3633" w:rsidRDefault="0065312B">
                          <w:pPr>
                            <w:pStyle w:val="textzapati"/>
                          </w:pPr>
                          <w:r>
                            <w:t>ePodatelna@kzcr.eu</w:t>
                          </w:r>
                        </w:p>
                        <w:p w14:paraId="3DEA65CE" w14:textId="77777777" w:rsidR="00BD3633" w:rsidRDefault="0065312B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>.: 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2235D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4EFAA537" w14:textId="77777777" w:rsidR="00BD3633" w:rsidRDefault="0065312B">
                    <w:pPr>
                      <w:pStyle w:val="textzapati"/>
                    </w:pPr>
                    <w:r>
                      <w:t>+420 477 111 111</w:t>
                    </w:r>
                  </w:p>
                  <w:p w14:paraId="00A10FDE" w14:textId="77777777" w:rsidR="00BD3633" w:rsidRDefault="0065312B">
                    <w:pPr>
                      <w:pStyle w:val="textzapati"/>
                    </w:pPr>
                    <w:r>
                      <w:t>ePodatelna@kzcr.eu</w:t>
                    </w:r>
                  </w:p>
                  <w:p w14:paraId="3DEA65CE" w14:textId="77777777" w:rsidR="00BD3633" w:rsidRDefault="0065312B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>.: 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DFAC0B" wp14:editId="25D7F71E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92FFA8F" wp14:editId="70AC36C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A930F" w14:textId="77777777" w:rsidR="00BD3633" w:rsidRDefault="00BD36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6DD9" w14:textId="77777777" w:rsidR="00096311" w:rsidRDefault="00096311">
      <w:pPr>
        <w:spacing w:line="240" w:lineRule="auto"/>
      </w:pPr>
      <w:r>
        <w:separator/>
      </w:r>
    </w:p>
  </w:footnote>
  <w:footnote w:type="continuationSeparator" w:id="0">
    <w:p w14:paraId="5A5A595D" w14:textId="77777777" w:rsidR="00096311" w:rsidRDefault="000963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8CA1D" w14:textId="77777777" w:rsidR="00BD3633" w:rsidRDefault="00BD36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151A3" w14:textId="559DD8A3" w:rsidR="00BD3633" w:rsidRDefault="0065312B">
    <w:pPr>
      <w:pStyle w:val="Zhlav"/>
      <w:tabs>
        <w:tab w:val="clear" w:pos="4536"/>
        <w:tab w:val="clear" w:pos="9072"/>
        <w:tab w:val="right" w:pos="9923"/>
      </w:tabs>
    </w:pPr>
    <w:r w:rsidRPr="00B8255A">
      <w:rPr>
        <w:color w:val="A6A6A6"/>
        <w:sz w:val="16"/>
        <w:szCs w:val="16"/>
      </w:rPr>
      <w:tab/>
      <w:t xml:space="preserve">Stránka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PAGE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9F18CB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 w:rsidRPr="00B8255A">
      <w:rPr>
        <w:color w:val="A6A6A6"/>
        <w:sz w:val="16"/>
        <w:szCs w:val="16"/>
      </w:rPr>
      <w:t xml:space="preserve"> z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NUMPAGES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9F18CB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EE164A6" wp14:editId="67DEFF2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EF8CFA" wp14:editId="31003ECB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AEE34" w14:textId="77777777" w:rsidR="00BD3633" w:rsidRDefault="00BD36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0A703E4"/>
    <w:multiLevelType w:val="hybridMultilevel"/>
    <w:tmpl w:val="600C44DE"/>
    <w:lvl w:ilvl="0" w:tplc="83E446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E2D32"/>
    <w:multiLevelType w:val="hybridMultilevel"/>
    <w:tmpl w:val="59BAC896"/>
    <w:lvl w:ilvl="0" w:tplc="68BC66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066E6"/>
    <w:multiLevelType w:val="hybridMultilevel"/>
    <w:tmpl w:val="137E401A"/>
    <w:lvl w:ilvl="0" w:tplc="A230A4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E75AA"/>
    <w:multiLevelType w:val="hybridMultilevel"/>
    <w:tmpl w:val="A640770A"/>
    <w:lvl w:ilvl="0" w:tplc="4E403ED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5916"/>
    <w:multiLevelType w:val="hybridMultilevel"/>
    <w:tmpl w:val="C4D49326"/>
    <w:lvl w:ilvl="0" w:tplc="ECB0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33"/>
    <w:rsid w:val="00096311"/>
    <w:rsid w:val="000B2E99"/>
    <w:rsid w:val="0010787B"/>
    <w:rsid w:val="004414E0"/>
    <w:rsid w:val="004E7CC1"/>
    <w:rsid w:val="00577EFC"/>
    <w:rsid w:val="005F5C30"/>
    <w:rsid w:val="0065312B"/>
    <w:rsid w:val="00746EF5"/>
    <w:rsid w:val="008B5117"/>
    <w:rsid w:val="009F18CB"/>
    <w:rsid w:val="00B8255A"/>
    <w:rsid w:val="00BD3633"/>
    <w:rsid w:val="00C379FC"/>
    <w:rsid w:val="00E37F9A"/>
    <w:rsid w:val="00E71C6C"/>
    <w:rsid w:val="00EA73AA"/>
    <w:rsid w:val="00F3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9320D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styleId="Zstupntext">
    <w:name w:val="Placeholder Text"/>
    <w:basedOn w:val="Standardnpsmoodstavce"/>
    <w:uiPriority w:val="99"/>
    <w:rPr>
      <w:color w:val="808080"/>
    </w:rPr>
  </w:style>
  <w:style w:type="paragraph" w:customStyle="1" w:styleId="Adresa">
    <w:name w:val="Adresa"/>
    <w:basedOn w:val="Bezmezer"/>
    <w:qFormat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Pr>
      <w:rFonts w:ascii="Arial" w:hAnsi="Arial"/>
      <w:sz w:val="18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pPr>
      <w:spacing w:line="240" w:lineRule="auto"/>
    </w:pPr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32CD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CD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32CDB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CC65-6858-472C-B014-0529D9D4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20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Lacinová Lenka</cp:lastModifiedBy>
  <cp:revision>9</cp:revision>
  <cp:lastPrinted>2025-02-20T13:28:00Z</cp:lastPrinted>
  <dcterms:created xsi:type="dcterms:W3CDTF">2025-10-10T07:54:00Z</dcterms:created>
  <dcterms:modified xsi:type="dcterms:W3CDTF">2026-01-07T13:17:00Z</dcterms:modified>
</cp:coreProperties>
</file>